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0C05BE-4719-4B93-B440-0DA594FC59FD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